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36" w:rsidRPr="009508BC" w:rsidRDefault="001F1C36" w:rsidP="001F1C36">
      <w:pPr>
        <w:pStyle w:val="Header"/>
        <w:tabs>
          <w:tab w:val="left" w:pos="720"/>
        </w:tabs>
        <w:rPr>
          <w:rFonts w:ascii="Verdana" w:hAnsi="Verdana"/>
        </w:rPr>
      </w:pPr>
      <w:r w:rsidRPr="009508BC">
        <w:rPr>
          <w:rFonts w:ascii="Verdana" w:hAnsi="Verdana"/>
          <w:b/>
        </w:rPr>
        <w:t>Self Assessment:</w:t>
      </w:r>
      <w:r w:rsidRPr="009508BC">
        <w:rPr>
          <w:rFonts w:ascii="Verdana" w:hAnsi="Verdana"/>
        </w:rPr>
        <w:t xml:space="preserve"> </w:t>
      </w:r>
    </w:p>
    <w:p w:rsidR="001F1C36" w:rsidRPr="009508BC" w:rsidRDefault="001F1C36" w:rsidP="001F1C36">
      <w:pPr>
        <w:pStyle w:val="Header"/>
        <w:tabs>
          <w:tab w:val="left" w:pos="720"/>
        </w:tabs>
        <w:rPr>
          <w:rFonts w:ascii="Verdana" w:hAnsi="Verdana"/>
        </w:rPr>
      </w:pPr>
      <w:r w:rsidRPr="009508BC">
        <w:rPr>
          <w:rFonts w:ascii="Verdana" w:hAnsi="Verdana"/>
        </w:rPr>
        <w:t xml:space="preserve">After the assessed practical, </w:t>
      </w:r>
      <w:r w:rsidR="005F6F5E">
        <w:rPr>
          <w:rFonts w:ascii="Verdana" w:hAnsi="Verdana"/>
        </w:rPr>
        <w:t>tick</w:t>
      </w:r>
      <w:r w:rsidRPr="009508BC">
        <w:rPr>
          <w:rFonts w:ascii="Verdana" w:hAnsi="Verdana"/>
        </w:rPr>
        <w:t xml:space="preserve"> the </w:t>
      </w:r>
      <w:r w:rsidR="005F6F5E">
        <w:rPr>
          <w:rFonts w:ascii="Verdana" w:hAnsi="Verdana"/>
        </w:rPr>
        <w:t>level of achievement you think you demonstrated</w:t>
      </w:r>
      <w:r w:rsidR="00CE76F8">
        <w:rPr>
          <w:rFonts w:ascii="Verdana" w:hAnsi="Verdana"/>
        </w:rPr>
        <w:t xml:space="preserve"> for each specific feature</w:t>
      </w:r>
      <w:r w:rsidR="005F6F5E">
        <w:rPr>
          <w:rFonts w:ascii="Verdana" w:hAnsi="Verdana"/>
        </w:rPr>
        <w:t xml:space="preserve">. </w:t>
      </w:r>
      <w:r w:rsidRPr="009508BC">
        <w:rPr>
          <w:rFonts w:ascii="Verdana" w:hAnsi="Verdana"/>
        </w:rPr>
        <w:t>If applicable, write a comment.</w:t>
      </w:r>
    </w:p>
    <w:tbl>
      <w:tblPr>
        <w:tblStyle w:val="TableGrid"/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40"/>
        <w:gridCol w:w="851"/>
        <w:gridCol w:w="710"/>
        <w:gridCol w:w="141"/>
        <w:gridCol w:w="713"/>
        <w:gridCol w:w="710"/>
        <w:gridCol w:w="852"/>
        <w:gridCol w:w="5527"/>
      </w:tblGrid>
      <w:tr w:rsidR="002C1F3E" w:rsidTr="008B137C">
        <w:trPr>
          <w:trHeight w:val="446"/>
        </w:trPr>
        <w:tc>
          <w:tcPr>
            <w:tcW w:w="6940" w:type="dxa"/>
            <w:vAlign w:val="center"/>
          </w:tcPr>
          <w:p w:rsidR="002C1F3E" w:rsidRPr="005A596C" w:rsidRDefault="005A596C" w:rsidP="005A596C">
            <w:pPr>
              <w:pStyle w:val="Header"/>
              <w:tabs>
                <w:tab w:val="clear" w:pos="4153"/>
                <w:tab w:val="clear" w:pos="8306"/>
              </w:tabs>
              <w:ind w:left="360"/>
              <w:jc w:val="center"/>
              <w:rPr>
                <w:rFonts w:ascii="Verdana" w:hAnsi="Verdana"/>
                <w:b/>
              </w:rPr>
            </w:pPr>
            <w:r w:rsidRPr="005A596C">
              <w:rPr>
                <w:rFonts w:ascii="Verdana" w:hAnsi="Verdana"/>
                <w:b/>
              </w:rPr>
              <w:t>PERFORMANCE STANDARDS</w:t>
            </w:r>
          </w:p>
        </w:tc>
        <w:tc>
          <w:tcPr>
            <w:tcW w:w="851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Always</w:t>
            </w:r>
          </w:p>
        </w:tc>
        <w:tc>
          <w:tcPr>
            <w:tcW w:w="851" w:type="dxa"/>
            <w:gridSpan w:val="2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Mostly</w:t>
            </w:r>
          </w:p>
        </w:tc>
        <w:tc>
          <w:tcPr>
            <w:tcW w:w="713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Sati</w:t>
            </w:r>
            <w:r w:rsidR="00EC0819">
              <w:rPr>
                <w:rFonts w:ascii="Verdana" w:hAnsi="Verdana"/>
                <w:sz w:val="16"/>
                <w:szCs w:val="16"/>
              </w:rPr>
              <w:t>s</w:t>
            </w:r>
            <w:proofErr w:type="spellEnd"/>
            <w:r w:rsidR="00EC0819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10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Some</w:t>
            </w:r>
          </w:p>
        </w:tc>
        <w:tc>
          <w:tcPr>
            <w:tcW w:w="852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Limited</w:t>
            </w:r>
          </w:p>
        </w:tc>
        <w:tc>
          <w:tcPr>
            <w:tcW w:w="5527" w:type="dxa"/>
            <w:vAlign w:val="center"/>
          </w:tcPr>
          <w:p w:rsidR="002C1F3E" w:rsidRDefault="008B137C" w:rsidP="000F6CF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Evidence – attach annotated photographs demonstrating performance standards</w:t>
            </w:r>
          </w:p>
        </w:tc>
      </w:tr>
      <w:tr w:rsidR="00DE7977" w:rsidTr="00D8467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DE7977" w:rsidRPr="00313A76" w:rsidRDefault="00DE7977" w:rsidP="00D84672">
            <w:pPr>
              <w:rPr>
                <w:rFonts w:ascii="Arial" w:hAnsi="Arial" w:cs="Arial"/>
                <w:b/>
                <w:highlight w:val="yellow"/>
              </w:rPr>
            </w:pPr>
            <w:r w:rsidRPr="00DE7977">
              <w:rPr>
                <w:rFonts w:ascii="Arial" w:hAnsi="Arial" w:cs="Arial"/>
                <w:b/>
              </w:rPr>
              <w:t>PA1</w:t>
            </w:r>
            <w:r w:rsidRPr="00DE7977">
              <w:rPr>
                <w:rFonts w:ascii="Arial" w:hAnsi="Arial" w:cs="Arial"/>
                <w:b/>
              </w:rPr>
              <w:tab/>
              <w:t>Development and implementation of safe management practices</w:t>
            </w:r>
            <w:r w:rsidRPr="00313A76">
              <w:rPr>
                <w:rFonts w:ascii="Arial" w:hAnsi="Arial" w:cs="Arial"/>
                <w:b/>
                <w:highlight w:val="yellow"/>
              </w:rPr>
              <w:t xml:space="preserve"> </w:t>
            </w:r>
          </w:p>
        </w:tc>
      </w:tr>
      <w:tr w:rsidR="00DE7977" w:rsidTr="00D84672">
        <w:trPr>
          <w:gridAfter w:val="1"/>
          <w:wAfter w:w="5527" w:type="dxa"/>
          <w:trHeight w:val="963"/>
        </w:trPr>
        <w:tc>
          <w:tcPr>
            <w:tcW w:w="6940" w:type="dxa"/>
          </w:tcPr>
          <w:p w:rsidR="00DE7977" w:rsidRPr="00DE7977" w:rsidRDefault="00DE7977" w:rsidP="00DE7977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</w:rPr>
            </w:pPr>
            <w:r w:rsidRPr="00DE7977">
              <w:rPr>
                <w:rFonts w:ascii="Verdana" w:hAnsi="Verdana"/>
              </w:rPr>
              <w:t>Follows occupational health and safety procedures</w:t>
            </w:r>
          </w:p>
          <w:p w:rsidR="00DE7977" w:rsidRPr="00DE7977" w:rsidRDefault="00DE7977" w:rsidP="00DE7977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</w:rPr>
            </w:pPr>
            <w:r w:rsidRPr="00DE7977">
              <w:rPr>
                <w:rFonts w:ascii="Verdana" w:hAnsi="Verdana"/>
              </w:rPr>
              <w:t>Uses equipment and tool safely</w:t>
            </w:r>
          </w:p>
          <w:p w:rsidR="00DE7977" w:rsidRDefault="00DE7977" w:rsidP="00DE7977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 w:rsidRPr="00DE7977">
              <w:rPr>
                <w:rFonts w:ascii="Verdana" w:hAnsi="Verdana"/>
              </w:rPr>
              <w:t>Use of initiative to implement safe management practices</w:t>
            </w:r>
          </w:p>
        </w:tc>
        <w:tc>
          <w:tcPr>
            <w:tcW w:w="851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4" w:type="dxa"/>
            <w:gridSpan w:val="2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</w:tr>
      <w:tr w:rsidR="00313A76" w:rsidTr="00DF730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313A76" w:rsidRDefault="00313A76" w:rsidP="0012731E">
            <w:pPr>
              <w:rPr>
                <w:rFonts w:ascii="Arial" w:hAnsi="Arial" w:cs="Arial"/>
                <w:b/>
              </w:rPr>
            </w:pPr>
            <w:r w:rsidRPr="00313A76">
              <w:rPr>
                <w:rFonts w:ascii="Arial" w:hAnsi="Arial" w:cs="Arial"/>
                <w:b/>
              </w:rPr>
              <w:t>PA2</w:t>
            </w:r>
            <w:r w:rsidRPr="00313A76">
              <w:rPr>
                <w:rFonts w:ascii="Arial" w:hAnsi="Arial" w:cs="Arial"/>
                <w:b/>
              </w:rPr>
              <w:tab/>
              <w:t>Selection and use of appropriate technology for practical activities</w:t>
            </w:r>
            <w:r>
              <w:rPr>
                <w:rFonts w:ascii="Arial" w:hAnsi="Arial" w:cs="Arial"/>
                <w:b/>
              </w:rPr>
              <w:t>.</w:t>
            </w:r>
          </w:p>
          <w:p w:rsidR="00313A76" w:rsidRPr="00313A76" w:rsidRDefault="00313A76" w:rsidP="0012731E">
            <w:pPr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346AE" w:rsidTr="008B137C">
        <w:trPr>
          <w:gridAfter w:val="1"/>
          <w:wAfter w:w="5527" w:type="dxa"/>
          <w:trHeight w:val="963"/>
        </w:trPr>
        <w:tc>
          <w:tcPr>
            <w:tcW w:w="6940" w:type="dxa"/>
          </w:tcPr>
          <w:p w:rsidR="004346AE" w:rsidRPr="00E531AC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Used technology to do practical task</w:t>
            </w:r>
          </w:p>
          <w:p w:rsidR="004346AE" w:rsidRPr="00313A76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Selected most appropriate technology for task</w:t>
            </w:r>
          </w:p>
          <w:p w:rsidR="004346AE" w:rsidRPr="00313A76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competently or sought instruction in use </w:t>
            </w:r>
          </w:p>
          <w:p w:rsidR="004346AE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technology safely and respectfully </w:t>
            </w:r>
          </w:p>
        </w:tc>
        <w:tc>
          <w:tcPr>
            <w:tcW w:w="851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4" w:type="dxa"/>
            <w:gridSpan w:val="2"/>
          </w:tcPr>
          <w:p w:rsidR="004346AE" w:rsidRDefault="004346AE" w:rsidP="002E415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4346AE" w:rsidRDefault="004346AE" w:rsidP="002E415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4346AE" w:rsidRDefault="004346AE" w:rsidP="002E415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</w:tr>
      <w:tr w:rsidR="004346AE" w:rsidTr="00DF730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4346AE" w:rsidRPr="005975DB" w:rsidRDefault="004346AE" w:rsidP="0012731E">
            <w:pPr>
              <w:rPr>
                <w:rFonts w:ascii="Arial" w:eastAsia="MS Mincho" w:hAnsi="Arial" w:cs="Arial"/>
                <w:color w:val="000000"/>
                <w:lang w:val="en-US"/>
              </w:rPr>
            </w:pPr>
            <w:r w:rsidRPr="002C7F8F">
              <w:rPr>
                <w:rFonts w:ascii="Arial" w:hAnsi="Arial" w:cs="Arial"/>
                <w:b/>
              </w:rPr>
              <w:t>PA3</w:t>
            </w:r>
            <w:r w:rsidRPr="002C7F8F">
              <w:rPr>
                <w:rFonts w:ascii="Arial" w:hAnsi="Arial" w:cs="Arial"/>
                <w:b/>
              </w:rPr>
              <w:tab/>
              <w:t>Application of knowledge and practical skills</w:t>
            </w:r>
            <w:r w:rsidRPr="002C7F8F">
              <w:rPr>
                <w:rFonts w:ascii="Arial" w:hAnsi="Arial" w:cs="Arial"/>
              </w:rPr>
              <w:t>.</w:t>
            </w:r>
            <w:r w:rsidRPr="005975DB">
              <w:rPr>
                <w:rFonts w:ascii="Arial" w:hAnsi="Arial" w:cs="Arial"/>
              </w:rPr>
              <w:t xml:space="preserve"> </w:t>
            </w:r>
          </w:p>
          <w:p w:rsidR="004346AE" w:rsidRPr="007F7B68" w:rsidRDefault="004346AE" w:rsidP="00FA398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  <w:tr w:rsidR="004346AE" w:rsidTr="008B137C">
        <w:trPr>
          <w:trHeight w:val="963"/>
        </w:trPr>
        <w:tc>
          <w:tcPr>
            <w:tcW w:w="6940" w:type="dxa"/>
          </w:tcPr>
          <w:p w:rsidR="004346AE" w:rsidRPr="002C7F8F" w:rsidRDefault="004346AE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Appropriate choice </w:t>
            </w:r>
            <w:r w:rsidR="008B137C">
              <w:rPr>
                <w:rFonts w:ascii="Verdana" w:hAnsi="Verdana"/>
              </w:rPr>
              <w:t>of toy, game or activity to make</w:t>
            </w:r>
            <w:r>
              <w:rPr>
                <w:rFonts w:ascii="Verdana" w:hAnsi="Verdana"/>
              </w:rPr>
              <w:t xml:space="preserve"> </w:t>
            </w:r>
          </w:p>
          <w:p w:rsidR="004346AE" w:rsidRPr="002C7F8F" w:rsidRDefault="004346AE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Organised and managed time effectively</w:t>
            </w:r>
            <w:r w:rsidR="008B137C">
              <w:rPr>
                <w:rFonts w:ascii="Verdana" w:hAnsi="Verdana"/>
              </w:rPr>
              <w:t>- worked on practical during lesson time to demonstrate skills</w:t>
            </w:r>
          </w:p>
          <w:p w:rsidR="004346AE" w:rsidRPr="008B137C" w:rsidRDefault="004346AE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Ability to apply knowledge &amp; prac skills without support </w:t>
            </w:r>
          </w:p>
          <w:p w:rsidR="008B137C" w:rsidRPr="002C7F8F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Work completed and submitted in set timeframe</w:t>
            </w:r>
          </w:p>
          <w:p w:rsidR="004346AE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Finished product is safe, attractive, durable and suits purpose</w:t>
            </w:r>
          </w:p>
        </w:tc>
        <w:tc>
          <w:tcPr>
            <w:tcW w:w="851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1" w:type="dxa"/>
            <w:gridSpan w:val="2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3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5527" w:type="dxa"/>
          </w:tcPr>
          <w:p w:rsidR="004346AE" w:rsidRPr="007F7B68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</w:tbl>
    <w:p w:rsidR="00670D9E" w:rsidRDefault="00DF7302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Teacher Comment: </w:t>
      </w: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8B137C" w:rsidRDefault="008B137C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DE7977" w:rsidRPr="009508BC" w:rsidRDefault="00DE7977" w:rsidP="00DE7977">
      <w:pPr>
        <w:pStyle w:val="Header"/>
        <w:tabs>
          <w:tab w:val="left" w:pos="720"/>
        </w:tabs>
        <w:rPr>
          <w:rFonts w:ascii="Verdana" w:hAnsi="Verdana"/>
        </w:rPr>
      </w:pPr>
      <w:r>
        <w:rPr>
          <w:rFonts w:ascii="Verdana" w:hAnsi="Verdana"/>
          <w:b/>
        </w:rPr>
        <w:lastRenderedPageBreak/>
        <w:t>Teacher</w:t>
      </w:r>
      <w:r w:rsidRPr="009508BC">
        <w:rPr>
          <w:rFonts w:ascii="Verdana" w:hAnsi="Verdana"/>
          <w:b/>
        </w:rPr>
        <w:t xml:space="preserve"> Assessment:</w:t>
      </w:r>
      <w:r w:rsidRPr="009508BC">
        <w:rPr>
          <w:rFonts w:ascii="Verdana" w:hAnsi="Verdana"/>
        </w:rPr>
        <w:t xml:space="preserve"> </w:t>
      </w:r>
    </w:p>
    <w:p w:rsidR="00DE7977" w:rsidRPr="009508BC" w:rsidRDefault="00DE7977" w:rsidP="00DE7977">
      <w:pPr>
        <w:pStyle w:val="Header"/>
        <w:tabs>
          <w:tab w:val="left" w:pos="720"/>
        </w:tabs>
        <w:rPr>
          <w:rFonts w:ascii="Verdana" w:hAnsi="Verdana"/>
        </w:rPr>
      </w:pPr>
      <w:r w:rsidRPr="009508BC">
        <w:rPr>
          <w:rFonts w:ascii="Verdana" w:hAnsi="Verdana"/>
        </w:rPr>
        <w:t xml:space="preserve">After the assessed practical, </w:t>
      </w:r>
      <w:r>
        <w:rPr>
          <w:rFonts w:ascii="Verdana" w:hAnsi="Verdana"/>
        </w:rPr>
        <w:t>tick</w:t>
      </w:r>
      <w:r w:rsidRPr="009508BC">
        <w:rPr>
          <w:rFonts w:ascii="Verdana" w:hAnsi="Verdana"/>
        </w:rPr>
        <w:t xml:space="preserve"> the </w:t>
      </w:r>
      <w:r>
        <w:rPr>
          <w:rFonts w:ascii="Verdana" w:hAnsi="Verdana"/>
        </w:rPr>
        <w:t xml:space="preserve">level of achievement you think you demonstrated for each specific feature. </w:t>
      </w:r>
      <w:r w:rsidRPr="009508BC">
        <w:rPr>
          <w:rFonts w:ascii="Verdana" w:hAnsi="Verdana"/>
        </w:rPr>
        <w:t>If applicable, write a comment.</w:t>
      </w:r>
    </w:p>
    <w:tbl>
      <w:tblPr>
        <w:tblStyle w:val="TableGrid"/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40"/>
        <w:gridCol w:w="851"/>
        <w:gridCol w:w="710"/>
        <w:gridCol w:w="141"/>
        <w:gridCol w:w="713"/>
        <w:gridCol w:w="710"/>
        <w:gridCol w:w="852"/>
        <w:gridCol w:w="5527"/>
      </w:tblGrid>
      <w:tr w:rsidR="00DE7977" w:rsidTr="00D84672">
        <w:trPr>
          <w:trHeight w:val="446"/>
        </w:trPr>
        <w:tc>
          <w:tcPr>
            <w:tcW w:w="6940" w:type="dxa"/>
            <w:vAlign w:val="center"/>
          </w:tcPr>
          <w:p w:rsidR="00DE7977" w:rsidRPr="005A596C" w:rsidRDefault="00DE7977" w:rsidP="00D84672">
            <w:pPr>
              <w:pStyle w:val="Header"/>
              <w:tabs>
                <w:tab w:val="clear" w:pos="4153"/>
                <w:tab w:val="clear" w:pos="8306"/>
              </w:tabs>
              <w:ind w:left="360"/>
              <w:jc w:val="center"/>
              <w:rPr>
                <w:rFonts w:ascii="Verdana" w:hAnsi="Verdana"/>
                <w:b/>
              </w:rPr>
            </w:pPr>
            <w:r w:rsidRPr="005A596C">
              <w:rPr>
                <w:rFonts w:ascii="Verdana" w:hAnsi="Verdana"/>
                <w:b/>
              </w:rPr>
              <w:t>PERFORMANCE STANDARDS</w:t>
            </w:r>
          </w:p>
        </w:tc>
        <w:tc>
          <w:tcPr>
            <w:tcW w:w="851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  <w:p w:rsidR="00DE7977" w:rsidRPr="00670D9E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Always</w:t>
            </w:r>
          </w:p>
        </w:tc>
        <w:tc>
          <w:tcPr>
            <w:tcW w:w="851" w:type="dxa"/>
            <w:gridSpan w:val="2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</w:t>
            </w:r>
          </w:p>
          <w:p w:rsidR="00DE7977" w:rsidRPr="00670D9E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Mostly</w:t>
            </w:r>
          </w:p>
        </w:tc>
        <w:tc>
          <w:tcPr>
            <w:tcW w:w="713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  <w:p w:rsidR="00DE7977" w:rsidRPr="00670D9E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Satis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</w:t>
            </w:r>
          </w:p>
          <w:p w:rsidR="00DE7977" w:rsidRPr="00670D9E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Some</w:t>
            </w:r>
          </w:p>
        </w:tc>
        <w:tc>
          <w:tcPr>
            <w:tcW w:w="852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</w:t>
            </w:r>
          </w:p>
          <w:p w:rsidR="00DE7977" w:rsidRPr="00670D9E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Limited</w:t>
            </w:r>
          </w:p>
        </w:tc>
        <w:tc>
          <w:tcPr>
            <w:tcW w:w="5527" w:type="dxa"/>
            <w:vAlign w:val="center"/>
          </w:tcPr>
          <w:p w:rsidR="00DE7977" w:rsidRDefault="00DE7977" w:rsidP="00DE797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Evidence </w:t>
            </w:r>
            <w:r>
              <w:rPr>
                <w:rFonts w:ascii="Verdana" w:hAnsi="Verdana"/>
                <w:b/>
              </w:rPr>
              <w:t>–observations and comments</w:t>
            </w:r>
          </w:p>
        </w:tc>
      </w:tr>
      <w:tr w:rsidR="00DE7977" w:rsidTr="00D8467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DE7977" w:rsidRPr="00313A76" w:rsidRDefault="00DE7977" w:rsidP="00D84672">
            <w:pPr>
              <w:rPr>
                <w:rFonts w:ascii="Arial" w:hAnsi="Arial" w:cs="Arial"/>
                <w:b/>
                <w:highlight w:val="yellow"/>
              </w:rPr>
            </w:pPr>
            <w:r w:rsidRPr="00DE7977">
              <w:rPr>
                <w:rFonts w:ascii="Arial" w:hAnsi="Arial" w:cs="Arial"/>
                <w:b/>
              </w:rPr>
              <w:t>PA1</w:t>
            </w:r>
            <w:r w:rsidRPr="00DE7977">
              <w:rPr>
                <w:rFonts w:ascii="Arial" w:hAnsi="Arial" w:cs="Arial"/>
                <w:b/>
              </w:rPr>
              <w:tab/>
              <w:t>Development and implementation of safe management practices</w:t>
            </w:r>
            <w:r w:rsidRPr="00313A76">
              <w:rPr>
                <w:rFonts w:ascii="Arial" w:hAnsi="Arial" w:cs="Arial"/>
                <w:b/>
                <w:highlight w:val="yellow"/>
              </w:rPr>
              <w:t xml:space="preserve"> </w:t>
            </w:r>
          </w:p>
        </w:tc>
      </w:tr>
      <w:tr w:rsidR="00DE7977" w:rsidTr="00D84672">
        <w:trPr>
          <w:gridAfter w:val="1"/>
          <w:wAfter w:w="5527" w:type="dxa"/>
          <w:trHeight w:val="963"/>
        </w:trPr>
        <w:tc>
          <w:tcPr>
            <w:tcW w:w="6940" w:type="dxa"/>
          </w:tcPr>
          <w:p w:rsidR="00DE7977" w:rsidRPr="00DE7977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</w:rPr>
            </w:pPr>
            <w:r w:rsidRPr="00DE7977">
              <w:rPr>
                <w:rFonts w:ascii="Verdana" w:hAnsi="Verdana"/>
              </w:rPr>
              <w:t>Follows occupational health and safety procedures</w:t>
            </w:r>
          </w:p>
          <w:p w:rsidR="00DE7977" w:rsidRPr="00DE7977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</w:rPr>
            </w:pPr>
            <w:r w:rsidRPr="00DE7977">
              <w:rPr>
                <w:rFonts w:ascii="Verdana" w:hAnsi="Verdana"/>
              </w:rPr>
              <w:t>Uses equipment and tool safely</w:t>
            </w:r>
          </w:p>
          <w:p w:rsidR="00DE7977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 w:rsidRPr="00DE7977">
              <w:rPr>
                <w:rFonts w:ascii="Verdana" w:hAnsi="Verdana"/>
              </w:rPr>
              <w:t>Use of initiative to implement safe management practices</w:t>
            </w:r>
          </w:p>
        </w:tc>
        <w:tc>
          <w:tcPr>
            <w:tcW w:w="851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4" w:type="dxa"/>
            <w:gridSpan w:val="2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</w:tr>
      <w:tr w:rsidR="00DE7977" w:rsidTr="00D8467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DE7977" w:rsidRDefault="00DE7977" w:rsidP="00D84672">
            <w:pPr>
              <w:rPr>
                <w:rFonts w:ascii="Arial" w:hAnsi="Arial" w:cs="Arial"/>
                <w:b/>
              </w:rPr>
            </w:pPr>
            <w:r w:rsidRPr="00313A76">
              <w:rPr>
                <w:rFonts w:ascii="Arial" w:hAnsi="Arial" w:cs="Arial"/>
                <w:b/>
              </w:rPr>
              <w:t>PA2</w:t>
            </w:r>
            <w:r w:rsidRPr="00313A76">
              <w:rPr>
                <w:rFonts w:ascii="Arial" w:hAnsi="Arial" w:cs="Arial"/>
                <w:b/>
              </w:rPr>
              <w:tab/>
              <w:t>Selection and use of appropriate technology for practical activities</w:t>
            </w:r>
            <w:r>
              <w:rPr>
                <w:rFonts w:ascii="Arial" w:hAnsi="Arial" w:cs="Arial"/>
                <w:b/>
              </w:rPr>
              <w:t>.</w:t>
            </w:r>
          </w:p>
          <w:p w:rsidR="00DE7977" w:rsidRPr="00313A76" w:rsidRDefault="00DE7977" w:rsidP="00D84672">
            <w:pPr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E7977" w:rsidTr="00D84672">
        <w:trPr>
          <w:gridAfter w:val="1"/>
          <w:wAfter w:w="5527" w:type="dxa"/>
          <w:trHeight w:val="963"/>
        </w:trPr>
        <w:tc>
          <w:tcPr>
            <w:tcW w:w="6940" w:type="dxa"/>
          </w:tcPr>
          <w:p w:rsidR="00DE7977" w:rsidRPr="00E531AC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Used technology to do practical task</w:t>
            </w:r>
          </w:p>
          <w:p w:rsidR="00DE7977" w:rsidRPr="00313A76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Selected most appropriate technology for task</w:t>
            </w:r>
          </w:p>
          <w:p w:rsidR="00DE7977" w:rsidRPr="00313A76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competently or sought instruction in use </w:t>
            </w:r>
          </w:p>
          <w:p w:rsidR="00DE7977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technology safely and respectfully </w:t>
            </w:r>
          </w:p>
        </w:tc>
        <w:tc>
          <w:tcPr>
            <w:tcW w:w="851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4" w:type="dxa"/>
            <w:gridSpan w:val="2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</w:tr>
      <w:tr w:rsidR="00DE7977" w:rsidTr="00D8467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DE7977" w:rsidRPr="005975DB" w:rsidRDefault="00DE7977" w:rsidP="00D84672">
            <w:pPr>
              <w:rPr>
                <w:rFonts w:ascii="Arial" w:eastAsia="MS Mincho" w:hAnsi="Arial" w:cs="Arial"/>
                <w:color w:val="000000"/>
                <w:lang w:val="en-US"/>
              </w:rPr>
            </w:pPr>
            <w:r w:rsidRPr="002C7F8F">
              <w:rPr>
                <w:rFonts w:ascii="Arial" w:hAnsi="Arial" w:cs="Arial"/>
                <w:b/>
              </w:rPr>
              <w:t>PA3</w:t>
            </w:r>
            <w:r w:rsidRPr="002C7F8F">
              <w:rPr>
                <w:rFonts w:ascii="Arial" w:hAnsi="Arial" w:cs="Arial"/>
                <w:b/>
              </w:rPr>
              <w:tab/>
              <w:t>Application of knowledge and practical skills</w:t>
            </w:r>
            <w:r w:rsidRPr="002C7F8F">
              <w:rPr>
                <w:rFonts w:ascii="Arial" w:hAnsi="Arial" w:cs="Arial"/>
              </w:rPr>
              <w:t>.</w:t>
            </w:r>
            <w:r w:rsidRPr="005975DB">
              <w:rPr>
                <w:rFonts w:ascii="Arial" w:hAnsi="Arial" w:cs="Arial"/>
              </w:rPr>
              <w:t xml:space="preserve"> </w:t>
            </w:r>
          </w:p>
          <w:p w:rsidR="00DE7977" w:rsidRPr="007F7B68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  <w:tr w:rsidR="00DE7977" w:rsidTr="00D84672">
        <w:trPr>
          <w:trHeight w:val="963"/>
        </w:trPr>
        <w:tc>
          <w:tcPr>
            <w:tcW w:w="6940" w:type="dxa"/>
          </w:tcPr>
          <w:p w:rsidR="00DE7977" w:rsidRPr="002C7F8F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Appropriate choice of toy, game or activity to make </w:t>
            </w:r>
          </w:p>
          <w:p w:rsidR="00DE7977" w:rsidRPr="002C7F8F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Organised and managed time effectively- worked on practical during lesson time to demonstrate skills</w:t>
            </w:r>
          </w:p>
          <w:p w:rsidR="00DE7977" w:rsidRPr="008B137C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Ability to apply knowledge &amp; prac skills without support </w:t>
            </w:r>
          </w:p>
          <w:p w:rsidR="00DE7977" w:rsidRPr="002C7F8F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Work completed and submitted in set timeframe</w:t>
            </w:r>
          </w:p>
          <w:p w:rsidR="00DE7977" w:rsidRDefault="00DE7977" w:rsidP="00D84672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Finished product is safe, attractive, durable and suits purpose</w:t>
            </w:r>
          </w:p>
        </w:tc>
        <w:tc>
          <w:tcPr>
            <w:tcW w:w="851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1" w:type="dxa"/>
            <w:gridSpan w:val="2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3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DE7977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5527" w:type="dxa"/>
          </w:tcPr>
          <w:p w:rsidR="00DE7977" w:rsidRPr="007F7B68" w:rsidRDefault="00DE7977" w:rsidP="00D84672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</w:tbl>
    <w:p w:rsidR="00DE7977" w:rsidRDefault="00DE7977" w:rsidP="00DE797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Teacher Comment: </w:t>
      </w:r>
    </w:p>
    <w:p w:rsidR="00DE7977" w:rsidRDefault="00DE7977" w:rsidP="00DE797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DE7977" w:rsidRDefault="00DE7977" w:rsidP="00DE797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DE7977" w:rsidRDefault="00DE7977" w:rsidP="00DE797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DE7977" w:rsidRDefault="00DE7977" w:rsidP="00DE797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DE7977" w:rsidRDefault="00DE7977" w:rsidP="00DE797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DE7977" w:rsidRDefault="00DE7977" w:rsidP="00DE797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  <w:bookmarkStart w:id="0" w:name="_GoBack"/>
      <w:bookmarkEnd w:id="0"/>
    </w:p>
    <w:sectPr w:rsidR="00DE7977" w:rsidSect="004215FD">
      <w:headerReference w:type="default" r:id="rId9"/>
      <w:footerReference w:type="default" r:id="rId10"/>
      <w:pgSz w:w="16840" w:h="11907" w:orient="landscape" w:code="9"/>
      <w:pgMar w:top="720" w:right="720" w:bottom="720" w:left="720" w:header="397" w:footer="397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3AD" w:rsidRDefault="008353AD">
      <w:r>
        <w:separator/>
      </w:r>
    </w:p>
  </w:endnote>
  <w:endnote w:type="continuationSeparator" w:id="0">
    <w:p w:rsidR="008353AD" w:rsidRDefault="0083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92"/>
      <w:gridCol w:w="15451"/>
    </w:tblGrid>
    <w:tr w:rsidR="002C7F8F">
      <w:tc>
        <w:tcPr>
          <w:tcW w:w="392" w:type="dxa"/>
        </w:tcPr>
        <w:p w:rsidR="002C7F8F" w:rsidRDefault="002C7F8F">
          <w:pPr>
            <w:pStyle w:val="Footer"/>
            <w:rPr>
              <w:rFonts w:ascii="Arial" w:hAnsi="Arial" w:cs="Arial"/>
              <w:sz w:val="18"/>
            </w:rPr>
          </w:pPr>
        </w:p>
      </w:tc>
      <w:tc>
        <w:tcPr>
          <w:tcW w:w="15451" w:type="dxa"/>
          <w:tcMar>
            <w:left w:w="0" w:type="dxa"/>
          </w:tcMar>
          <w:vAlign w:val="center"/>
        </w:tcPr>
        <w:p w:rsidR="002C7F8F" w:rsidRDefault="002C7F8F">
          <w:pPr>
            <w:pStyle w:val="Footer"/>
            <w:tabs>
              <w:tab w:val="clear" w:pos="8306"/>
              <w:tab w:val="right" w:pos="10064"/>
            </w:tabs>
            <w:rPr>
              <w:rFonts w:ascii="Arial" w:hAnsi="Arial" w:cs="Arial"/>
              <w:sz w:val="18"/>
            </w:rPr>
          </w:pPr>
        </w:p>
      </w:tc>
    </w:tr>
  </w:tbl>
  <w:p w:rsidR="002C7F8F" w:rsidRDefault="002C7F8F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3AD" w:rsidRDefault="008353AD">
      <w:r>
        <w:separator/>
      </w:r>
    </w:p>
  </w:footnote>
  <w:footnote w:type="continuationSeparator" w:id="0">
    <w:p w:rsidR="008353AD" w:rsidRDefault="0083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F8F" w:rsidRDefault="002C7F8F" w:rsidP="001F1C36">
    <w:pPr>
      <w:pStyle w:val="Heading1"/>
      <w:rPr>
        <w:rFonts w:ascii="Arial" w:hAnsi="Arial" w:cs="Arial"/>
        <w:sz w:val="20"/>
        <w:u w:val="single"/>
      </w:rPr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76F49B81" wp14:editId="20FE9130">
          <wp:simplePos x="0" y="0"/>
          <wp:positionH relativeFrom="column">
            <wp:posOffset>8497570</wp:posOffset>
          </wp:positionH>
          <wp:positionV relativeFrom="paragraph">
            <wp:posOffset>-104775</wp:posOffset>
          </wp:positionV>
          <wp:extent cx="1271270" cy="443230"/>
          <wp:effectExtent l="19050" t="0" r="5080" b="0"/>
          <wp:wrapTight wrapText="bothSides">
            <wp:wrapPolygon edited="0">
              <wp:start x="-324" y="0"/>
              <wp:lineTo x="-324" y="20424"/>
              <wp:lineTo x="21686" y="20424"/>
              <wp:lineTo x="21686" y="0"/>
              <wp:lineTo x="-324" y="0"/>
            </wp:wrapPolygon>
          </wp:wrapTight>
          <wp:docPr id="4" name="Picture 1" descr="B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443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Name: ___________________________</w:t>
    </w:r>
    <w:r>
      <w:tab/>
    </w:r>
    <w:r>
      <w:tab/>
    </w:r>
    <w:r>
      <w:tab/>
    </w:r>
    <w:r>
      <w:tab/>
    </w:r>
    <w:r w:rsidRPr="00A65924">
      <w:rPr>
        <w:rFonts w:ascii="Arial" w:hAnsi="Arial" w:cs="Arial"/>
        <w:sz w:val="20"/>
        <w:u w:val="single"/>
      </w:rPr>
      <w:t xml:space="preserve">Stage </w:t>
    </w:r>
    <w:r w:rsidR="00404269">
      <w:rPr>
        <w:rFonts w:ascii="Arial" w:hAnsi="Arial" w:cs="Arial"/>
        <w:sz w:val="20"/>
        <w:u w:val="single"/>
      </w:rPr>
      <w:t>1 Child Studies</w:t>
    </w:r>
    <w:r w:rsidR="006F14C0">
      <w:rPr>
        <w:rFonts w:ascii="Arial" w:hAnsi="Arial" w:cs="Arial"/>
        <w:sz w:val="20"/>
        <w:u w:val="single"/>
      </w:rPr>
      <w:t>-</w:t>
    </w:r>
    <w:r w:rsidR="00DE7977">
      <w:rPr>
        <w:rFonts w:ascii="Arial" w:hAnsi="Arial" w:cs="Arial"/>
        <w:sz w:val="20"/>
        <w:u w:val="single"/>
      </w:rPr>
      <w:t>1</w:t>
    </w:r>
  </w:p>
  <w:p w:rsidR="002C7F8F" w:rsidRPr="00A65924" w:rsidRDefault="002C7F8F" w:rsidP="001F1C36">
    <w:pPr>
      <w:pStyle w:val="Heading1"/>
      <w:jc w:val="center"/>
      <w:rPr>
        <w:rFonts w:ascii="Arial" w:hAnsi="Arial" w:cs="Arial"/>
        <w:sz w:val="20"/>
        <w:u w:val="single"/>
      </w:rPr>
    </w:pPr>
    <w:r>
      <w:rPr>
        <w:rFonts w:ascii="Arial" w:hAnsi="Arial" w:cs="Arial"/>
        <w:sz w:val="20"/>
        <w:u w:val="single"/>
      </w:rPr>
      <w:t>TASK 3: Practical Activity</w:t>
    </w:r>
    <w:r w:rsidR="00404269">
      <w:rPr>
        <w:rFonts w:ascii="Arial" w:hAnsi="Arial" w:cs="Arial"/>
        <w:sz w:val="20"/>
        <w:u w:val="single"/>
      </w:rPr>
      <w:t xml:space="preserve"> – “</w:t>
    </w:r>
    <w:r w:rsidR="00DE7977">
      <w:rPr>
        <w:rFonts w:ascii="Arial" w:hAnsi="Arial" w:cs="Arial"/>
        <w:sz w:val="20"/>
        <w:u w:val="single"/>
      </w:rPr>
      <w:t>Pre natal development</w:t>
    </w:r>
    <w:r>
      <w:rPr>
        <w:rFonts w:ascii="Arial" w:hAnsi="Arial" w:cs="Arial"/>
        <w:sz w:val="20"/>
        <w:u w:val="single"/>
      </w:rPr>
      <w:t>”</w:t>
    </w:r>
  </w:p>
  <w:p w:rsidR="002C7F8F" w:rsidRDefault="002C7F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0707"/>
    <w:multiLevelType w:val="hybridMultilevel"/>
    <w:tmpl w:val="81C006C0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89400B"/>
    <w:multiLevelType w:val="hybridMultilevel"/>
    <w:tmpl w:val="93301E86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551B54"/>
    <w:multiLevelType w:val="hybridMultilevel"/>
    <w:tmpl w:val="1FDA4668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59203A"/>
    <w:multiLevelType w:val="hybridMultilevel"/>
    <w:tmpl w:val="0BE24EF0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753C5"/>
    <w:multiLevelType w:val="hybridMultilevel"/>
    <w:tmpl w:val="D744F4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817F1"/>
    <w:multiLevelType w:val="hybridMultilevel"/>
    <w:tmpl w:val="80C69C40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3E1D95"/>
    <w:multiLevelType w:val="hybridMultilevel"/>
    <w:tmpl w:val="3FF04EE2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6E217E"/>
    <w:multiLevelType w:val="hybridMultilevel"/>
    <w:tmpl w:val="0F50C26C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117278"/>
    <w:multiLevelType w:val="hybridMultilevel"/>
    <w:tmpl w:val="543C0B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94F24"/>
    <w:multiLevelType w:val="hybridMultilevel"/>
    <w:tmpl w:val="13864E3E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3447BF6"/>
    <w:multiLevelType w:val="hybridMultilevel"/>
    <w:tmpl w:val="CA8866B8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3CA08C6"/>
    <w:multiLevelType w:val="multilevel"/>
    <w:tmpl w:val="7ACA14D0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E86A4E"/>
    <w:multiLevelType w:val="hybridMultilevel"/>
    <w:tmpl w:val="57D2AF48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F4A2A4B"/>
    <w:multiLevelType w:val="hybridMultilevel"/>
    <w:tmpl w:val="8EDC26E2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352E76"/>
    <w:multiLevelType w:val="hybridMultilevel"/>
    <w:tmpl w:val="5F780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456D90"/>
    <w:multiLevelType w:val="hybridMultilevel"/>
    <w:tmpl w:val="0A7C8ECA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5648FC"/>
    <w:multiLevelType w:val="hybridMultilevel"/>
    <w:tmpl w:val="7270C5B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F856381"/>
    <w:multiLevelType w:val="hybridMultilevel"/>
    <w:tmpl w:val="82C4F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660B4"/>
    <w:multiLevelType w:val="hybridMultilevel"/>
    <w:tmpl w:val="53C06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5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18"/>
  </w:num>
  <w:num w:numId="13">
    <w:abstractNumId w:val="16"/>
  </w:num>
  <w:num w:numId="14">
    <w:abstractNumId w:val="12"/>
  </w:num>
  <w:num w:numId="15">
    <w:abstractNumId w:val="4"/>
  </w:num>
  <w:num w:numId="16">
    <w:abstractNumId w:val="8"/>
  </w:num>
  <w:num w:numId="17">
    <w:abstractNumId w:val="14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6E"/>
    <w:rsid w:val="00082280"/>
    <w:rsid w:val="000865E3"/>
    <w:rsid w:val="000A4641"/>
    <w:rsid w:val="000B4D72"/>
    <w:rsid w:val="000E231A"/>
    <w:rsid w:val="000F6CFD"/>
    <w:rsid w:val="00124C9D"/>
    <w:rsid w:val="0012731E"/>
    <w:rsid w:val="00156FBC"/>
    <w:rsid w:val="00161C0A"/>
    <w:rsid w:val="001740B0"/>
    <w:rsid w:val="001F1C36"/>
    <w:rsid w:val="001F486D"/>
    <w:rsid w:val="00210388"/>
    <w:rsid w:val="00211B3E"/>
    <w:rsid w:val="0021425B"/>
    <w:rsid w:val="00223908"/>
    <w:rsid w:val="00252AE9"/>
    <w:rsid w:val="0027685B"/>
    <w:rsid w:val="002A2935"/>
    <w:rsid w:val="002C1F3E"/>
    <w:rsid w:val="002C7F8F"/>
    <w:rsid w:val="00313A76"/>
    <w:rsid w:val="0031754F"/>
    <w:rsid w:val="00326A89"/>
    <w:rsid w:val="00342034"/>
    <w:rsid w:val="00366CBA"/>
    <w:rsid w:val="0039585E"/>
    <w:rsid w:val="003C20B4"/>
    <w:rsid w:val="003C55FF"/>
    <w:rsid w:val="00404269"/>
    <w:rsid w:val="004215FD"/>
    <w:rsid w:val="004346AE"/>
    <w:rsid w:val="00485038"/>
    <w:rsid w:val="004A09B1"/>
    <w:rsid w:val="004C7A8D"/>
    <w:rsid w:val="004D2817"/>
    <w:rsid w:val="00511CDF"/>
    <w:rsid w:val="00531152"/>
    <w:rsid w:val="00566AE6"/>
    <w:rsid w:val="00593363"/>
    <w:rsid w:val="005A596C"/>
    <w:rsid w:val="005E720B"/>
    <w:rsid w:val="005F6F5E"/>
    <w:rsid w:val="00630CFF"/>
    <w:rsid w:val="00636E7B"/>
    <w:rsid w:val="00670D9E"/>
    <w:rsid w:val="006828C6"/>
    <w:rsid w:val="006A3151"/>
    <w:rsid w:val="006B2877"/>
    <w:rsid w:val="006E7021"/>
    <w:rsid w:val="006F14C0"/>
    <w:rsid w:val="00714EEB"/>
    <w:rsid w:val="007167C5"/>
    <w:rsid w:val="007229D4"/>
    <w:rsid w:val="00723545"/>
    <w:rsid w:val="00773580"/>
    <w:rsid w:val="007856DC"/>
    <w:rsid w:val="007A50E7"/>
    <w:rsid w:val="007B60D8"/>
    <w:rsid w:val="007F0228"/>
    <w:rsid w:val="007F7B68"/>
    <w:rsid w:val="008353AD"/>
    <w:rsid w:val="008629C5"/>
    <w:rsid w:val="00893920"/>
    <w:rsid w:val="008A221A"/>
    <w:rsid w:val="008A598D"/>
    <w:rsid w:val="008B137C"/>
    <w:rsid w:val="008C4A04"/>
    <w:rsid w:val="008E5A6C"/>
    <w:rsid w:val="00933DA5"/>
    <w:rsid w:val="00A213AC"/>
    <w:rsid w:val="00A43847"/>
    <w:rsid w:val="00AB18B7"/>
    <w:rsid w:val="00AB19D8"/>
    <w:rsid w:val="00AD2F1E"/>
    <w:rsid w:val="00B43A7D"/>
    <w:rsid w:val="00B6460A"/>
    <w:rsid w:val="00B9224A"/>
    <w:rsid w:val="00BD4E95"/>
    <w:rsid w:val="00BD6CBE"/>
    <w:rsid w:val="00BE2DC1"/>
    <w:rsid w:val="00C13D94"/>
    <w:rsid w:val="00C82871"/>
    <w:rsid w:val="00C868B9"/>
    <w:rsid w:val="00CE76F8"/>
    <w:rsid w:val="00D14A28"/>
    <w:rsid w:val="00D31467"/>
    <w:rsid w:val="00D73AE1"/>
    <w:rsid w:val="00D762FA"/>
    <w:rsid w:val="00D83D1D"/>
    <w:rsid w:val="00DE7977"/>
    <w:rsid w:val="00DF7302"/>
    <w:rsid w:val="00E20E55"/>
    <w:rsid w:val="00E531AC"/>
    <w:rsid w:val="00E5473D"/>
    <w:rsid w:val="00EC0819"/>
    <w:rsid w:val="00EE2123"/>
    <w:rsid w:val="00EF6701"/>
    <w:rsid w:val="00F17488"/>
    <w:rsid w:val="00F31551"/>
    <w:rsid w:val="00F31E6E"/>
    <w:rsid w:val="00F5738F"/>
    <w:rsid w:val="00F671F3"/>
    <w:rsid w:val="00FA3980"/>
    <w:rsid w:val="00FB272B"/>
    <w:rsid w:val="00FD7618"/>
    <w:rsid w:val="00FE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60A"/>
    <w:rPr>
      <w:lang w:eastAsia="en-US"/>
    </w:rPr>
  </w:style>
  <w:style w:type="paragraph" w:styleId="Heading1">
    <w:name w:val="heading 1"/>
    <w:basedOn w:val="Normal"/>
    <w:next w:val="Normal"/>
    <w:qFormat/>
    <w:rsid w:val="00B6460A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B6460A"/>
    <w:pPr>
      <w:keepNext/>
      <w:jc w:val="center"/>
      <w:outlineLvl w:val="1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6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460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6460A"/>
  </w:style>
  <w:style w:type="paragraph" w:styleId="BalloonText">
    <w:name w:val="Balloon Text"/>
    <w:basedOn w:val="Normal"/>
    <w:link w:val="BalloonTextChar"/>
    <w:rsid w:val="00773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580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0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1F1C36"/>
    <w:rPr>
      <w:lang w:eastAsia="en-US"/>
    </w:rPr>
  </w:style>
  <w:style w:type="paragraph" w:customStyle="1" w:styleId="bullet">
    <w:name w:val="bullet"/>
    <w:basedOn w:val="Normal"/>
    <w:rsid w:val="00DE7977"/>
    <w:pPr>
      <w:numPr>
        <w:numId w:val="18"/>
      </w:numPr>
      <w:tabs>
        <w:tab w:val="left" w:pos="170"/>
      </w:tabs>
      <w:overflowPunct w:val="0"/>
      <w:autoSpaceDE w:val="0"/>
      <w:autoSpaceDN w:val="0"/>
      <w:adjustRightInd w:val="0"/>
      <w:textAlignment w:val="baseline"/>
    </w:pPr>
    <w:rPr>
      <w:sz w:val="22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60A"/>
    <w:rPr>
      <w:lang w:eastAsia="en-US"/>
    </w:rPr>
  </w:style>
  <w:style w:type="paragraph" w:styleId="Heading1">
    <w:name w:val="heading 1"/>
    <w:basedOn w:val="Normal"/>
    <w:next w:val="Normal"/>
    <w:qFormat/>
    <w:rsid w:val="00B6460A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B6460A"/>
    <w:pPr>
      <w:keepNext/>
      <w:jc w:val="center"/>
      <w:outlineLvl w:val="1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6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460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6460A"/>
  </w:style>
  <w:style w:type="paragraph" w:styleId="BalloonText">
    <w:name w:val="Balloon Text"/>
    <w:basedOn w:val="Normal"/>
    <w:link w:val="BalloonTextChar"/>
    <w:rsid w:val="00773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580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0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1F1C36"/>
    <w:rPr>
      <w:lang w:eastAsia="en-US"/>
    </w:rPr>
  </w:style>
  <w:style w:type="paragraph" w:customStyle="1" w:styleId="bullet">
    <w:name w:val="bullet"/>
    <w:basedOn w:val="Normal"/>
    <w:rsid w:val="00DE7977"/>
    <w:pPr>
      <w:numPr>
        <w:numId w:val="18"/>
      </w:numPr>
      <w:tabs>
        <w:tab w:val="left" w:pos="170"/>
      </w:tabs>
      <w:overflowPunct w:val="0"/>
      <w:autoSpaceDE w:val="0"/>
      <w:autoSpaceDN w:val="0"/>
      <w:adjustRightInd w:val="0"/>
      <w:textAlignment w:val="baseline"/>
    </w:pPr>
    <w:rPr>
      <w:sz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ENERAL\SUPPORT%20MATERIALS\xtemplates\xxxx-tl-xx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DEA2F-4DB0-485A-98CF-F24A2B1F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xxxx-tl-xxxxxx.dot</Template>
  <TotalTime>5</TotalTime>
  <Pages>2</Pages>
  <Words>319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SSABSA support materials</vt:lpstr>
    </vt:vector>
  </TitlesOfParts>
  <Company>SSABSA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SSABSA support materials</dc:title>
  <dc:subject>SSABSA support materials</dc:subject>
  <dc:creator>SSABSA</dc:creator>
  <cp:keywords>SSABSA support materials</cp:keywords>
  <cp:lastModifiedBy>Penny Mcintyre</cp:lastModifiedBy>
  <cp:revision>3</cp:revision>
  <cp:lastPrinted>2012-05-22T06:05:00Z</cp:lastPrinted>
  <dcterms:created xsi:type="dcterms:W3CDTF">2013-02-27T05:32:00Z</dcterms:created>
  <dcterms:modified xsi:type="dcterms:W3CDTF">2013-02-27T05:37:00Z</dcterms:modified>
  <cp:category>SSABSA support materials</cp:category>
</cp:coreProperties>
</file>